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D25" w:rsidRPr="002D4953" w:rsidRDefault="00D964CC" w:rsidP="002D4953">
      <w:pPr>
        <w:jc w:val="center"/>
        <w:rPr>
          <w:b/>
          <w:lang w:val="en-CA"/>
        </w:rPr>
      </w:pPr>
      <w:bookmarkStart w:id="0" w:name="_GoBack"/>
      <w:bookmarkEnd w:id="0"/>
      <w:r w:rsidRPr="002D4953">
        <w:rPr>
          <w:b/>
          <w:lang w:val="en-CA"/>
        </w:rPr>
        <w:t>The Laws of Demand and Supply</w:t>
      </w:r>
    </w:p>
    <w:p w:rsidR="00D964CC" w:rsidRDefault="00D964CC" w:rsidP="00D964C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What is the Law of Demand? </w:t>
      </w:r>
    </w:p>
    <w:p w:rsidR="002D4953" w:rsidRDefault="002D4953" w:rsidP="002D4953">
      <w:pPr>
        <w:rPr>
          <w:lang w:val="en-CA"/>
        </w:rPr>
      </w:pPr>
    </w:p>
    <w:p w:rsidR="002D4953" w:rsidRPr="002D4953" w:rsidRDefault="002D4953" w:rsidP="002D4953">
      <w:pPr>
        <w:rPr>
          <w:lang w:val="en-CA"/>
        </w:rPr>
      </w:pPr>
    </w:p>
    <w:p w:rsidR="00D964CC" w:rsidRDefault="00D964CC" w:rsidP="00D964C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Draw the Law of Demand Graph:</w:t>
      </w:r>
    </w:p>
    <w:p w:rsidR="002D4953" w:rsidRDefault="002D4953" w:rsidP="002D4953">
      <w:pPr>
        <w:rPr>
          <w:lang w:val="en-CA"/>
        </w:rPr>
      </w:pPr>
    </w:p>
    <w:p w:rsidR="002D4953" w:rsidRDefault="002D4953" w:rsidP="002D4953">
      <w:pPr>
        <w:rPr>
          <w:lang w:val="en-CA"/>
        </w:rPr>
      </w:pPr>
    </w:p>
    <w:p w:rsidR="002D4953" w:rsidRPr="002D4953" w:rsidRDefault="002D4953" w:rsidP="002D4953">
      <w:pPr>
        <w:rPr>
          <w:lang w:val="en-CA"/>
        </w:rPr>
      </w:pPr>
    </w:p>
    <w:p w:rsidR="00D964CC" w:rsidRDefault="00D964CC" w:rsidP="00D964C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What is the Law of Supply?</w:t>
      </w:r>
    </w:p>
    <w:p w:rsidR="002D4953" w:rsidRDefault="002D4953" w:rsidP="002D4953">
      <w:pPr>
        <w:rPr>
          <w:lang w:val="en-CA"/>
        </w:rPr>
      </w:pPr>
    </w:p>
    <w:p w:rsidR="002D4953" w:rsidRPr="002D4953" w:rsidRDefault="002D4953" w:rsidP="002D4953">
      <w:pPr>
        <w:rPr>
          <w:lang w:val="en-CA"/>
        </w:rPr>
      </w:pPr>
    </w:p>
    <w:p w:rsidR="00D964CC" w:rsidRDefault="00D964CC" w:rsidP="00D964C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Draw the Law of Supply  Graph:</w:t>
      </w:r>
    </w:p>
    <w:p w:rsidR="002D4953" w:rsidRDefault="002D4953" w:rsidP="002D4953">
      <w:pPr>
        <w:rPr>
          <w:lang w:val="en-CA"/>
        </w:rPr>
      </w:pPr>
    </w:p>
    <w:p w:rsidR="002D4953" w:rsidRDefault="002D4953" w:rsidP="002D4953">
      <w:pPr>
        <w:rPr>
          <w:lang w:val="en-CA"/>
        </w:rPr>
      </w:pPr>
    </w:p>
    <w:p w:rsidR="002D4953" w:rsidRPr="002D4953" w:rsidRDefault="002D4953" w:rsidP="002D4953">
      <w:pPr>
        <w:rPr>
          <w:lang w:val="en-CA"/>
        </w:rPr>
      </w:pPr>
    </w:p>
    <w:p w:rsidR="002D4953" w:rsidRDefault="002D4953" w:rsidP="00D964C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What is Market Equilibrium? </w:t>
      </w:r>
    </w:p>
    <w:p w:rsidR="002D4953" w:rsidRDefault="002D4953" w:rsidP="002D4953">
      <w:pPr>
        <w:rPr>
          <w:lang w:val="en-CA"/>
        </w:rPr>
      </w:pPr>
    </w:p>
    <w:p w:rsidR="002D4953" w:rsidRPr="002D4953" w:rsidRDefault="002D4953" w:rsidP="002D4953">
      <w:pPr>
        <w:rPr>
          <w:lang w:val="en-CA"/>
        </w:rPr>
      </w:pPr>
    </w:p>
    <w:p w:rsidR="002D4953" w:rsidRDefault="002D4953" w:rsidP="00D964C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Draw the Market Equilibrium Graph and show where Market Equilibrium Occurs. </w:t>
      </w:r>
    </w:p>
    <w:p w:rsidR="002D4953" w:rsidRDefault="002D4953" w:rsidP="002D4953">
      <w:pPr>
        <w:rPr>
          <w:lang w:val="en-CA"/>
        </w:rPr>
      </w:pPr>
    </w:p>
    <w:p w:rsidR="002D4953" w:rsidRDefault="002D4953" w:rsidP="002D4953">
      <w:pPr>
        <w:rPr>
          <w:lang w:val="en-CA"/>
        </w:rPr>
      </w:pPr>
    </w:p>
    <w:p w:rsidR="002D4953" w:rsidRPr="002D4953" w:rsidRDefault="002D4953" w:rsidP="002D4953">
      <w:pPr>
        <w:rPr>
          <w:lang w:val="en-CA"/>
        </w:rPr>
      </w:pPr>
    </w:p>
    <w:p w:rsidR="002D4953" w:rsidRDefault="00D964CC" w:rsidP="002D4953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What is Opportunity Cost?</w:t>
      </w:r>
    </w:p>
    <w:p w:rsidR="002D4953" w:rsidRDefault="002D4953" w:rsidP="002D4953">
      <w:pPr>
        <w:rPr>
          <w:lang w:val="en-CA"/>
        </w:rPr>
      </w:pPr>
    </w:p>
    <w:p w:rsidR="002D4953" w:rsidRPr="002D4953" w:rsidRDefault="002D4953" w:rsidP="002D4953">
      <w:pPr>
        <w:rPr>
          <w:lang w:val="en-CA"/>
        </w:rPr>
      </w:pPr>
    </w:p>
    <w:p w:rsidR="00D964CC" w:rsidRDefault="00D964CC" w:rsidP="00D964C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If a student is willing to trade 2 pieces of gum for 1 piece of chocolate, what is the opportunity cost of a piece of chocolate?</w:t>
      </w:r>
    </w:p>
    <w:p w:rsidR="002D4953" w:rsidRDefault="002D4953" w:rsidP="002D4953">
      <w:pPr>
        <w:rPr>
          <w:lang w:val="en-CA"/>
        </w:rPr>
      </w:pPr>
    </w:p>
    <w:p w:rsidR="002D4953" w:rsidRPr="002D4953" w:rsidRDefault="002D4953" w:rsidP="002D4953">
      <w:pPr>
        <w:rPr>
          <w:lang w:val="en-CA"/>
        </w:rPr>
      </w:pPr>
    </w:p>
    <w:p w:rsidR="00D964CC" w:rsidRPr="00D964CC" w:rsidRDefault="00D964CC" w:rsidP="00D964C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If a student is willing to trade 2 pieces of gum for 1 piece of chocolate, what is the opportunity cost of a piece of gum?</w:t>
      </w:r>
    </w:p>
    <w:sectPr w:rsidR="00D964CC" w:rsidRPr="00D964CC" w:rsidSect="002D4953">
      <w:pgSz w:w="12240" w:h="15840"/>
      <w:pgMar w:top="720" w:right="720" w:bottom="72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20284"/>
    <w:multiLevelType w:val="hybridMultilevel"/>
    <w:tmpl w:val="C2224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4CC"/>
    <w:rsid w:val="000A6609"/>
    <w:rsid w:val="002D4953"/>
    <w:rsid w:val="005700F7"/>
    <w:rsid w:val="00633D25"/>
    <w:rsid w:val="00D9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534CD3-7521-4469-B083-B4CE11E29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4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4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9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C543B496.dotm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Knight, Michael</dc:creator>
  <cp:keywords/>
  <dc:description/>
  <cp:lastModifiedBy>Amy Mcfarlen</cp:lastModifiedBy>
  <cp:revision>2</cp:revision>
  <cp:lastPrinted>2016-02-05T19:07:00Z</cp:lastPrinted>
  <dcterms:created xsi:type="dcterms:W3CDTF">2016-10-04T14:34:00Z</dcterms:created>
  <dcterms:modified xsi:type="dcterms:W3CDTF">2016-10-04T14:34:00Z</dcterms:modified>
</cp:coreProperties>
</file>